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D06" w:rsidRDefault="00C76D06"/>
    <w:p w:rsidR="00C76D06" w:rsidRDefault="00C76D06" w:rsidP="0081578D">
      <w:pPr>
        <w:jc w:val="center"/>
        <w:rPr>
          <w:b/>
          <w:sz w:val="24"/>
          <w:szCs w:val="24"/>
          <w:u w:val="single"/>
        </w:rPr>
      </w:pPr>
    </w:p>
    <w:p w:rsidR="00C76D06" w:rsidRDefault="00C76D06" w:rsidP="0081578D">
      <w:pPr>
        <w:jc w:val="center"/>
        <w:rPr>
          <w:b/>
          <w:sz w:val="24"/>
          <w:szCs w:val="24"/>
          <w:u w:val="single"/>
        </w:rPr>
      </w:pPr>
    </w:p>
    <w:p w:rsidR="00C76D06" w:rsidRDefault="00C76D06" w:rsidP="0081578D">
      <w:pPr>
        <w:jc w:val="center"/>
        <w:rPr>
          <w:b/>
          <w:sz w:val="24"/>
          <w:szCs w:val="24"/>
          <w:u w:val="single"/>
        </w:rPr>
      </w:pPr>
    </w:p>
    <w:p w:rsidR="00C76D06" w:rsidRDefault="00C76D06" w:rsidP="0081578D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MALZEME TEKLİF LİSTESİ</w:t>
      </w:r>
    </w:p>
    <w:p w:rsidR="00C76D06" w:rsidRDefault="00C76D06" w:rsidP="0081578D">
      <w:pPr>
        <w:jc w:val="center"/>
        <w:rPr>
          <w:b/>
          <w:sz w:val="24"/>
          <w:szCs w:val="24"/>
          <w:u w:val="single"/>
        </w:rPr>
      </w:pPr>
    </w:p>
    <w:p w:rsidR="00C76D06" w:rsidRDefault="00C76D06" w:rsidP="0081578D">
      <w:pPr>
        <w:jc w:val="center"/>
      </w:pPr>
    </w:p>
    <w:tbl>
      <w:tblPr>
        <w:tblW w:w="11192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7"/>
        <w:gridCol w:w="4576"/>
        <w:gridCol w:w="1793"/>
        <w:gridCol w:w="2055"/>
        <w:gridCol w:w="2121"/>
      </w:tblGrid>
      <w:tr w:rsidR="00C76D06" w:rsidRPr="001A5869" w:rsidTr="00E4597F">
        <w:trPr>
          <w:trHeight w:val="797"/>
        </w:trPr>
        <w:tc>
          <w:tcPr>
            <w:tcW w:w="647" w:type="dxa"/>
          </w:tcPr>
          <w:p w:rsidR="00C76D06" w:rsidRPr="001A5869" w:rsidRDefault="00C76D06" w:rsidP="001A5869">
            <w:pPr>
              <w:spacing w:after="0" w:line="240" w:lineRule="auto"/>
              <w:jc w:val="center"/>
              <w:rPr>
                <w:b/>
              </w:rPr>
            </w:pPr>
          </w:p>
          <w:p w:rsidR="00C76D06" w:rsidRPr="001A5869" w:rsidRDefault="00C76D06" w:rsidP="001A5869">
            <w:pPr>
              <w:spacing w:after="0" w:line="240" w:lineRule="auto"/>
              <w:jc w:val="center"/>
              <w:rPr>
                <w:b/>
              </w:rPr>
            </w:pPr>
            <w:r w:rsidRPr="001A5869">
              <w:rPr>
                <w:b/>
              </w:rPr>
              <w:t>SIRA NO</w:t>
            </w:r>
          </w:p>
        </w:tc>
        <w:tc>
          <w:tcPr>
            <w:tcW w:w="4576" w:type="dxa"/>
          </w:tcPr>
          <w:p w:rsidR="00C76D06" w:rsidRPr="001A5869" w:rsidRDefault="00C76D06" w:rsidP="001A5869">
            <w:pPr>
              <w:spacing w:after="0" w:line="240" w:lineRule="auto"/>
              <w:jc w:val="center"/>
              <w:rPr>
                <w:b/>
              </w:rPr>
            </w:pPr>
          </w:p>
          <w:p w:rsidR="00C76D06" w:rsidRPr="001A5869" w:rsidRDefault="00C76D06" w:rsidP="001A5869">
            <w:pPr>
              <w:spacing w:after="0" w:line="240" w:lineRule="auto"/>
              <w:jc w:val="center"/>
              <w:rPr>
                <w:b/>
              </w:rPr>
            </w:pPr>
            <w:r w:rsidRPr="001A5869">
              <w:rPr>
                <w:b/>
              </w:rPr>
              <w:t>MAL / MALZEMENİN CİNSİ</w:t>
            </w:r>
          </w:p>
        </w:tc>
        <w:tc>
          <w:tcPr>
            <w:tcW w:w="1793" w:type="dxa"/>
          </w:tcPr>
          <w:p w:rsidR="00C76D06" w:rsidRPr="001A5869" w:rsidRDefault="00C76D06" w:rsidP="001A5869">
            <w:pPr>
              <w:spacing w:after="0" w:line="240" w:lineRule="auto"/>
              <w:jc w:val="center"/>
              <w:rPr>
                <w:b/>
              </w:rPr>
            </w:pPr>
          </w:p>
          <w:p w:rsidR="00C76D06" w:rsidRPr="001A5869" w:rsidRDefault="00C76D06" w:rsidP="001A5869">
            <w:pPr>
              <w:spacing w:after="0" w:line="240" w:lineRule="auto"/>
              <w:jc w:val="center"/>
              <w:rPr>
                <w:b/>
              </w:rPr>
            </w:pPr>
            <w:r w:rsidRPr="001A5869">
              <w:rPr>
                <w:b/>
              </w:rPr>
              <w:t>MİKTARI</w:t>
            </w:r>
          </w:p>
        </w:tc>
        <w:tc>
          <w:tcPr>
            <w:tcW w:w="2055" w:type="dxa"/>
          </w:tcPr>
          <w:p w:rsidR="00C76D06" w:rsidRPr="001A5869" w:rsidRDefault="00C76D06" w:rsidP="001A586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BİRİM FİYAT</w:t>
            </w:r>
          </w:p>
        </w:tc>
        <w:tc>
          <w:tcPr>
            <w:tcW w:w="2121" w:type="dxa"/>
          </w:tcPr>
          <w:p w:rsidR="00C76D06" w:rsidRPr="001A5869" w:rsidRDefault="00C76D06" w:rsidP="001A586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KDV HARİÇ TOPLAM FİYAT</w:t>
            </w:r>
          </w:p>
        </w:tc>
      </w:tr>
      <w:tr w:rsidR="00C76D06" w:rsidRPr="001A5869" w:rsidTr="00E4597F">
        <w:trPr>
          <w:trHeight w:val="321"/>
        </w:trPr>
        <w:tc>
          <w:tcPr>
            <w:tcW w:w="647" w:type="dxa"/>
          </w:tcPr>
          <w:p w:rsidR="00C76D06" w:rsidRPr="001A5869" w:rsidRDefault="00C76D06" w:rsidP="001A5869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4576" w:type="dxa"/>
          </w:tcPr>
          <w:p w:rsidR="00C76D06" w:rsidRPr="005844B0" w:rsidRDefault="00C76D06" w:rsidP="001A58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bookmarkStart w:id="0" w:name="_GoBack"/>
            <w:bookmarkEnd w:id="0"/>
            <w:r>
              <w:t>15ǿ mm Et kalınlığı 1.0 mm Medikal Bakır Boru</w:t>
            </w:r>
          </w:p>
        </w:tc>
        <w:tc>
          <w:tcPr>
            <w:tcW w:w="1793" w:type="dxa"/>
          </w:tcPr>
          <w:p w:rsidR="00C76D06" w:rsidRPr="009017E9" w:rsidRDefault="00C76D06" w:rsidP="001A5869">
            <w:pPr>
              <w:spacing w:after="0" w:line="240" w:lineRule="auto"/>
              <w:jc w:val="center"/>
            </w:pPr>
            <w:r>
              <w:t>12 m</w:t>
            </w:r>
          </w:p>
        </w:tc>
        <w:tc>
          <w:tcPr>
            <w:tcW w:w="2055" w:type="dxa"/>
          </w:tcPr>
          <w:p w:rsidR="00C76D06" w:rsidRDefault="00C76D06" w:rsidP="001A5869">
            <w:pPr>
              <w:spacing w:after="0" w:line="240" w:lineRule="auto"/>
              <w:jc w:val="center"/>
            </w:pPr>
          </w:p>
        </w:tc>
        <w:tc>
          <w:tcPr>
            <w:tcW w:w="2121" w:type="dxa"/>
          </w:tcPr>
          <w:p w:rsidR="00C76D06" w:rsidRDefault="00C76D06" w:rsidP="001A5869">
            <w:pPr>
              <w:spacing w:after="0" w:line="240" w:lineRule="auto"/>
              <w:jc w:val="center"/>
            </w:pPr>
          </w:p>
        </w:tc>
      </w:tr>
      <w:tr w:rsidR="00C76D06" w:rsidRPr="001A5869" w:rsidTr="00E4597F">
        <w:trPr>
          <w:trHeight w:val="256"/>
        </w:trPr>
        <w:tc>
          <w:tcPr>
            <w:tcW w:w="647" w:type="dxa"/>
          </w:tcPr>
          <w:p w:rsidR="00C76D06" w:rsidRPr="001A5869" w:rsidRDefault="00C76D06" w:rsidP="001A5869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4576" w:type="dxa"/>
          </w:tcPr>
          <w:p w:rsidR="00C76D06" w:rsidRPr="009017E9" w:rsidRDefault="00C76D06" w:rsidP="001A5869">
            <w:pPr>
              <w:spacing w:after="0" w:line="240" w:lineRule="auto"/>
              <w:jc w:val="both"/>
            </w:pPr>
            <w:r>
              <w:t>Bakır Te 15ǿ mm Et Kalınlığı 1.0 mm</w:t>
            </w:r>
          </w:p>
        </w:tc>
        <w:tc>
          <w:tcPr>
            <w:tcW w:w="1793" w:type="dxa"/>
          </w:tcPr>
          <w:p w:rsidR="00C76D06" w:rsidRPr="009017E9" w:rsidRDefault="00C76D06" w:rsidP="001B6C7E">
            <w:pPr>
              <w:spacing w:after="0" w:line="240" w:lineRule="auto"/>
              <w:jc w:val="center"/>
            </w:pPr>
            <w:r>
              <w:t>6 Adet</w:t>
            </w:r>
          </w:p>
        </w:tc>
        <w:tc>
          <w:tcPr>
            <w:tcW w:w="2055" w:type="dxa"/>
          </w:tcPr>
          <w:p w:rsidR="00C76D06" w:rsidRDefault="00C76D06" w:rsidP="001B6C7E">
            <w:pPr>
              <w:spacing w:after="0" w:line="240" w:lineRule="auto"/>
              <w:jc w:val="center"/>
            </w:pPr>
          </w:p>
        </w:tc>
        <w:tc>
          <w:tcPr>
            <w:tcW w:w="2121" w:type="dxa"/>
          </w:tcPr>
          <w:p w:rsidR="00C76D06" w:rsidRDefault="00C76D06" w:rsidP="001B6C7E">
            <w:pPr>
              <w:spacing w:after="0" w:line="240" w:lineRule="auto"/>
              <w:jc w:val="center"/>
            </w:pPr>
          </w:p>
        </w:tc>
      </w:tr>
      <w:tr w:rsidR="00C76D06" w:rsidRPr="001A5869" w:rsidTr="00E4597F">
        <w:trPr>
          <w:trHeight w:val="270"/>
        </w:trPr>
        <w:tc>
          <w:tcPr>
            <w:tcW w:w="647" w:type="dxa"/>
          </w:tcPr>
          <w:p w:rsidR="00C76D06" w:rsidRPr="001A5869" w:rsidRDefault="00C76D06" w:rsidP="001A5869">
            <w:pPr>
              <w:spacing w:after="0" w:line="240" w:lineRule="auto"/>
              <w:jc w:val="both"/>
            </w:pPr>
            <w:r>
              <w:t>3</w:t>
            </w:r>
          </w:p>
        </w:tc>
        <w:tc>
          <w:tcPr>
            <w:tcW w:w="4576" w:type="dxa"/>
          </w:tcPr>
          <w:p w:rsidR="00C76D06" w:rsidRPr="009017E9" w:rsidRDefault="00C76D06" w:rsidP="001A5869">
            <w:pPr>
              <w:spacing w:after="0" w:line="240" w:lineRule="auto"/>
              <w:jc w:val="both"/>
            </w:pPr>
            <w:r>
              <w:t>Bakır Dirsek 15ǿ mm Et Kalınlığı 1.0 mm</w:t>
            </w:r>
          </w:p>
        </w:tc>
        <w:tc>
          <w:tcPr>
            <w:tcW w:w="1793" w:type="dxa"/>
          </w:tcPr>
          <w:p w:rsidR="00C76D06" w:rsidRPr="009017E9" w:rsidRDefault="00C76D06" w:rsidP="001B6C7E">
            <w:pPr>
              <w:spacing w:after="0" w:line="240" w:lineRule="auto"/>
              <w:jc w:val="center"/>
            </w:pPr>
            <w:r>
              <w:t>6 Adet</w:t>
            </w:r>
          </w:p>
        </w:tc>
        <w:tc>
          <w:tcPr>
            <w:tcW w:w="2055" w:type="dxa"/>
          </w:tcPr>
          <w:p w:rsidR="00C76D06" w:rsidRDefault="00C76D06" w:rsidP="001B6C7E">
            <w:pPr>
              <w:spacing w:after="0" w:line="240" w:lineRule="auto"/>
              <w:jc w:val="center"/>
            </w:pPr>
          </w:p>
        </w:tc>
        <w:tc>
          <w:tcPr>
            <w:tcW w:w="2121" w:type="dxa"/>
          </w:tcPr>
          <w:p w:rsidR="00C76D06" w:rsidRDefault="00C76D06" w:rsidP="001B6C7E">
            <w:pPr>
              <w:spacing w:after="0" w:line="240" w:lineRule="auto"/>
              <w:jc w:val="center"/>
            </w:pPr>
          </w:p>
        </w:tc>
      </w:tr>
      <w:tr w:rsidR="00C76D06" w:rsidRPr="001A5869" w:rsidTr="00E4597F">
        <w:trPr>
          <w:trHeight w:val="256"/>
        </w:trPr>
        <w:tc>
          <w:tcPr>
            <w:tcW w:w="647" w:type="dxa"/>
          </w:tcPr>
          <w:p w:rsidR="00C76D06" w:rsidRPr="001A5869" w:rsidRDefault="00C76D06" w:rsidP="001A5869">
            <w:pPr>
              <w:spacing w:after="0" w:line="240" w:lineRule="auto"/>
              <w:jc w:val="both"/>
            </w:pPr>
            <w:r>
              <w:t>4</w:t>
            </w:r>
          </w:p>
        </w:tc>
        <w:tc>
          <w:tcPr>
            <w:tcW w:w="4576" w:type="dxa"/>
          </w:tcPr>
          <w:p w:rsidR="00C76D06" w:rsidRPr="009017E9" w:rsidRDefault="00C76D06" w:rsidP="001A5869">
            <w:pPr>
              <w:spacing w:after="0" w:line="240" w:lineRule="auto"/>
              <w:jc w:val="both"/>
            </w:pPr>
            <w:r>
              <w:t>15ǿ mm Güvenlik Valfi (Kesme Vanası)</w:t>
            </w:r>
          </w:p>
        </w:tc>
        <w:tc>
          <w:tcPr>
            <w:tcW w:w="1793" w:type="dxa"/>
          </w:tcPr>
          <w:p w:rsidR="00C76D06" w:rsidRPr="009017E9" w:rsidRDefault="00C76D06" w:rsidP="001B6C7E">
            <w:pPr>
              <w:spacing w:after="0" w:line="240" w:lineRule="auto"/>
              <w:jc w:val="center"/>
            </w:pPr>
            <w:r>
              <w:t>8 Adet</w:t>
            </w:r>
          </w:p>
        </w:tc>
        <w:tc>
          <w:tcPr>
            <w:tcW w:w="2055" w:type="dxa"/>
          </w:tcPr>
          <w:p w:rsidR="00C76D06" w:rsidRDefault="00C76D06" w:rsidP="001B6C7E">
            <w:pPr>
              <w:spacing w:after="0" w:line="240" w:lineRule="auto"/>
              <w:jc w:val="center"/>
            </w:pPr>
          </w:p>
        </w:tc>
        <w:tc>
          <w:tcPr>
            <w:tcW w:w="2121" w:type="dxa"/>
          </w:tcPr>
          <w:p w:rsidR="00C76D06" w:rsidRDefault="00C76D06" w:rsidP="001B6C7E">
            <w:pPr>
              <w:spacing w:after="0" w:line="240" w:lineRule="auto"/>
              <w:jc w:val="center"/>
            </w:pPr>
          </w:p>
        </w:tc>
      </w:tr>
      <w:tr w:rsidR="00C76D06" w:rsidRPr="001A5869" w:rsidTr="00E4597F">
        <w:trPr>
          <w:trHeight w:val="270"/>
        </w:trPr>
        <w:tc>
          <w:tcPr>
            <w:tcW w:w="647" w:type="dxa"/>
          </w:tcPr>
          <w:p w:rsidR="00C76D06" w:rsidRDefault="00C76D06" w:rsidP="001A5869">
            <w:pPr>
              <w:spacing w:after="0" w:line="240" w:lineRule="auto"/>
              <w:jc w:val="both"/>
            </w:pPr>
            <w:r>
              <w:t>5</w:t>
            </w:r>
          </w:p>
        </w:tc>
        <w:tc>
          <w:tcPr>
            <w:tcW w:w="4576" w:type="dxa"/>
          </w:tcPr>
          <w:p w:rsidR="00C76D06" w:rsidRPr="009017E9" w:rsidRDefault="00C76D06" w:rsidP="001A5869">
            <w:pPr>
              <w:spacing w:after="0" w:line="240" w:lineRule="auto"/>
              <w:jc w:val="both"/>
            </w:pPr>
            <w:r>
              <w:t>15ǿ mm Bakır Manşon Et Kalınlığı 1.0 mm</w:t>
            </w:r>
          </w:p>
        </w:tc>
        <w:tc>
          <w:tcPr>
            <w:tcW w:w="1793" w:type="dxa"/>
          </w:tcPr>
          <w:p w:rsidR="00C76D06" w:rsidRPr="009017E9" w:rsidRDefault="00C76D06" w:rsidP="001B6C7E">
            <w:pPr>
              <w:spacing w:after="0" w:line="240" w:lineRule="auto"/>
              <w:jc w:val="center"/>
            </w:pPr>
            <w:r>
              <w:t>2 Adet</w:t>
            </w:r>
          </w:p>
        </w:tc>
        <w:tc>
          <w:tcPr>
            <w:tcW w:w="2055" w:type="dxa"/>
          </w:tcPr>
          <w:p w:rsidR="00C76D06" w:rsidRDefault="00C76D06" w:rsidP="001B6C7E">
            <w:pPr>
              <w:spacing w:after="0" w:line="240" w:lineRule="auto"/>
              <w:jc w:val="center"/>
            </w:pPr>
          </w:p>
        </w:tc>
        <w:tc>
          <w:tcPr>
            <w:tcW w:w="2121" w:type="dxa"/>
          </w:tcPr>
          <w:p w:rsidR="00C76D06" w:rsidRDefault="00C76D06" w:rsidP="001B6C7E">
            <w:pPr>
              <w:spacing w:after="0" w:line="240" w:lineRule="auto"/>
              <w:jc w:val="center"/>
            </w:pPr>
          </w:p>
        </w:tc>
      </w:tr>
      <w:tr w:rsidR="00C76D06" w:rsidRPr="001A5869" w:rsidTr="00E4597F">
        <w:trPr>
          <w:trHeight w:val="270"/>
        </w:trPr>
        <w:tc>
          <w:tcPr>
            <w:tcW w:w="647" w:type="dxa"/>
          </w:tcPr>
          <w:p w:rsidR="00C76D06" w:rsidRPr="001A5869" w:rsidRDefault="00C76D06" w:rsidP="001A5869">
            <w:pPr>
              <w:spacing w:after="0" w:line="240" w:lineRule="auto"/>
              <w:jc w:val="both"/>
            </w:pPr>
            <w:r>
              <w:t>6</w:t>
            </w:r>
          </w:p>
        </w:tc>
        <w:tc>
          <w:tcPr>
            <w:tcW w:w="4576" w:type="dxa"/>
          </w:tcPr>
          <w:p w:rsidR="00C76D06" w:rsidRPr="009017E9" w:rsidRDefault="00C76D06" w:rsidP="001A5869">
            <w:pPr>
              <w:spacing w:after="0" w:line="240" w:lineRule="auto"/>
              <w:jc w:val="both"/>
            </w:pPr>
            <w:r>
              <w:t>Askı Aparatları (2 boru montajı için)plastik esaslı</w:t>
            </w:r>
          </w:p>
        </w:tc>
        <w:tc>
          <w:tcPr>
            <w:tcW w:w="1793" w:type="dxa"/>
          </w:tcPr>
          <w:p w:rsidR="00C76D06" w:rsidRPr="009017E9" w:rsidRDefault="00C76D06" w:rsidP="001B6C7E">
            <w:pPr>
              <w:spacing w:after="0" w:line="240" w:lineRule="auto"/>
              <w:jc w:val="center"/>
            </w:pPr>
            <w:r>
              <w:t>6 Adet</w:t>
            </w:r>
          </w:p>
        </w:tc>
        <w:tc>
          <w:tcPr>
            <w:tcW w:w="2055" w:type="dxa"/>
          </w:tcPr>
          <w:p w:rsidR="00C76D06" w:rsidRDefault="00C76D06" w:rsidP="001B6C7E">
            <w:pPr>
              <w:spacing w:after="0" w:line="240" w:lineRule="auto"/>
              <w:jc w:val="center"/>
            </w:pPr>
          </w:p>
        </w:tc>
        <w:tc>
          <w:tcPr>
            <w:tcW w:w="2121" w:type="dxa"/>
          </w:tcPr>
          <w:p w:rsidR="00C76D06" w:rsidRDefault="00C76D06" w:rsidP="001B6C7E">
            <w:pPr>
              <w:spacing w:after="0" w:line="240" w:lineRule="auto"/>
              <w:jc w:val="center"/>
            </w:pPr>
          </w:p>
        </w:tc>
      </w:tr>
      <w:tr w:rsidR="00C76D06" w:rsidRPr="001A5869" w:rsidTr="00E4597F">
        <w:trPr>
          <w:trHeight w:val="256"/>
        </w:trPr>
        <w:tc>
          <w:tcPr>
            <w:tcW w:w="647" w:type="dxa"/>
          </w:tcPr>
          <w:p w:rsidR="00C76D06" w:rsidRPr="001A5869" w:rsidRDefault="00C76D06" w:rsidP="001A5869">
            <w:pPr>
              <w:spacing w:after="0" w:line="240" w:lineRule="auto"/>
              <w:jc w:val="both"/>
            </w:pPr>
            <w:r>
              <w:t>7</w:t>
            </w:r>
          </w:p>
        </w:tc>
        <w:tc>
          <w:tcPr>
            <w:tcW w:w="4576" w:type="dxa"/>
          </w:tcPr>
          <w:p w:rsidR="00C76D06" w:rsidRPr="009017E9" w:rsidRDefault="00C76D06" w:rsidP="001A5869">
            <w:pPr>
              <w:spacing w:after="0" w:line="240" w:lineRule="auto"/>
              <w:jc w:val="both"/>
            </w:pPr>
            <w:r>
              <w:t>Askı Aparatları (tek boru montajı için)</w:t>
            </w:r>
          </w:p>
        </w:tc>
        <w:tc>
          <w:tcPr>
            <w:tcW w:w="1793" w:type="dxa"/>
          </w:tcPr>
          <w:p w:rsidR="00C76D06" w:rsidRPr="009017E9" w:rsidRDefault="00C76D06" w:rsidP="001B6C7E">
            <w:pPr>
              <w:spacing w:after="0" w:line="240" w:lineRule="auto"/>
              <w:jc w:val="center"/>
            </w:pPr>
            <w:r>
              <w:t>6 Adet</w:t>
            </w:r>
          </w:p>
        </w:tc>
        <w:tc>
          <w:tcPr>
            <w:tcW w:w="2055" w:type="dxa"/>
          </w:tcPr>
          <w:p w:rsidR="00C76D06" w:rsidRDefault="00C76D06" w:rsidP="001B6C7E">
            <w:pPr>
              <w:spacing w:after="0" w:line="240" w:lineRule="auto"/>
              <w:jc w:val="center"/>
            </w:pPr>
          </w:p>
        </w:tc>
        <w:tc>
          <w:tcPr>
            <w:tcW w:w="2121" w:type="dxa"/>
          </w:tcPr>
          <w:p w:rsidR="00C76D06" w:rsidRDefault="00C76D06" w:rsidP="001B6C7E">
            <w:pPr>
              <w:spacing w:after="0" w:line="240" w:lineRule="auto"/>
              <w:jc w:val="center"/>
            </w:pPr>
          </w:p>
        </w:tc>
      </w:tr>
    </w:tbl>
    <w:p w:rsidR="00C76D06" w:rsidRDefault="00C76D06" w:rsidP="00327C7E">
      <w:pPr>
        <w:jc w:val="both"/>
      </w:pPr>
      <w:r>
        <w:t xml:space="preserve">                 </w:t>
      </w:r>
    </w:p>
    <w:p w:rsidR="00C76D06" w:rsidRDefault="00C76D06" w:rsidP="00327C7E">
      <w:pPr>
        <w:jc w:val="both"/>
      </w:pPr>
    </w:p>
    <w:p w:rsidR="00C76D06" w:rsidRDefault="00C76D06" w:rsidP="00327C7E">
      <w:pPr>
        <w:jc w:val="both"/>
      </w:pPr>
    </w:p>
    <w:p w:rsidR="00C76D06" w:rsidRDefault="00C76D06" w:rsidP="00327C7E">
      <w:pPr>
        <w:jc w:val="both"/>
      </w:pPr>
    </w:p>
    <w:p w:rsidR="00C76D06" w:rsidRDefault="00C76D06" w:rsidP="0081578D">
      <w:pPr>
        <w:jc w:val="both"/>
      </w:pPr>
      <w:r>
        <w:t xml:space="preserve">                                                                                     </w:t>
      </w:r>
    </w:p>
    <w:p w:rsidR="00C76D06" w:rsidRDefault="00C76D06" w:rsidP="00327C7E">
      <w:pPr>
        <w:jc w:val="both"/>
      </w:pPr>
    </w:p>
    <w:sectPr w:rsidR="00C76D06" w:rsidSect="003C6501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7C7E"/>
    <w:rsid w:val="00005A52"/>
    <w:rsid w:val="00013AEB"/>
    <w:rsid w:val="00031F55"/>
    <w:rsid w:val="0008418A"/>
    <w:rsid w:val="000C146E"/>
    <w:rsid w:val="000D087E"/>
    <w:rsid w:val="000E2D1F"/>
    <w:rsid w:val="000E423D"/>
    <w:rsid w:val="001007C4"/>
    <w:rsid w:val="0010135C"/>
    <w:rsid w:val="00110B45"/>
    <w:rsid w:val="001410FB"/>
    <w:rsid w:val="00150FE4"/>
    <w:rsid w:val="00160EAC"/>
    <w:rsid w:val="00163BCB"/>
    <w:rsid w:val="00197B4F"/>
    <w:rsid w:val="001A5869"/>
    <w:rsid w:val="001B6C7E"/>
    <w:rsid w:val="001C713B"/>
    <w:rsid w:val="001D5BD3"/>
    <w:rsid w:val="00222F18"/>
    <w:rsid w:val="002552A5"/>
    <w:rsid w:val="002555B4"/>
    <w:rsid w:val="002F130D"/>
    <w:rsid w:val="00327C7E"/>
    <w:rsid w:val="00382D41"/>
    <w:rsid w:val="0038693B"/>
    <w:rsid w:val="003C6501"/>
    <w:rsid w:val="003D27E9"/>
    <w:rsid w:val="003F3C66"/>
    <w:rsid w:val="004057ED"/>
    <w:rsid w:val="00447346"/>
    <w:rsid w:val="004852DB"/>
    <w:rsid w:val="00492A0A"/>
    <w:rsid w:val="004931E4"/>
    <w:rsid w:val="004C37BD"/>
    <w:rsid w:val="00521FE5"/>
    <w:rsid w:val="005844B0"/>
    <w:rsid w:val="005C19F3"/>
    <w:rsid w:val="005D1841"/>
    <w:rsid w:val="00607675"/>
    <w:rsid w:val="006120C3"/>
    <w:rsid w:val="00621897"/>
    <w:rsid w:val="00680782"/>
    <w:rsid w:val="00697F71"/>
    <w:rsid w:val="006A797C"/>
    <w:rsid w:val="006C442C"/>
    <w:rsid w:val="006C7C64"/>
    <w:rsid w:val="006D2386"/>
    <w:rsid w:val="006D60EB"/>
    <w:rsid w:val="006E03A5"/>
    <w:rsid w:val="006F22F2"/>
    <w:rsid w:val="00741200"/>
    <w:rsid w:val="00763484"/>
    <w:rsid w:val="00776E9C"/>
    <w:rsid w:val="00782ACE"/>
    <w:rsid w:val="007F788B"/>
    <w:rsid w:val="00804BEB"/>
    <w:rsid w:val="0081091E"/>
    <w:rsid w:val="0081578D"/>
    <w:rsid w:val="00815F32"/>
    <w:rsid w:val="008305AA"/>
    <w:rsid w:val="00887BBF"/>
    <w:rsid w:val="008C0FAD"/>
    <w:rsid w:val="009017E9"/>
    <w:rsid w:val="009E6C02"/>
    <w:rsid w:val="00AE4054"/>
    <w:rsid w:val="00B10EA2"/>
    <w:rsid w:val="00C337EC"/>
    <w:rsid w:val="00C44D5A"/>
    <w:rsid w:val="00C76D06"/>
    <w:rsid w:val="00CF79F0"/>
    <w:rsid w:val="00D02F72"/>
    <w:rsid w:val="00D17036"/>
    <w:rsid w:val="00D43C87"/>
    <w:rsid w:val="00D43F6C"/>
    <w:rsid w:val="00DB3344"/>
    <w:rsid w:val="00E15663"/>
    <w:rsid w:val="00E2698D"/>
    <w:rsid w:val="00E4597F"/>
    <w:rsid w:val="00E473F6"/>
    <w:rsid w:val="00E528B2"/>
    <w:rsid w:val="00E57997"/>
    <w:rsid w:val="00E62161"/>
    <w:rsid w:val="00EE391B"/>
    <w:rsid w:val="00F600CA"/>
    <w:rsid w:val="00F96952"/>
    <w:rsid w:val="00FA50C2"/>
    <w:rsid w:val="00FB3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D4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E405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E4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40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1</Pages>
  <Words>92</Words>
  <Characters>525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MALZEME TEKLİF LİSTESİ</dc:title>
  <dc:subject/>
  <dc:creator>PRO2000</dc:creator>
  <cp:keywords/>
  <dc:description/>
  <cp:lastModifiedBy>Tuba</cp:lastModifiedBy>
  <cp:revision>5</cp:revision>
  <cp:lastPrinted>2017-01-13T14:11:00Z</cp:lastPrinted>
  <dcterms:created xsi:type="dcterms:W3CDTF">2018-10-23T05:49:00Z</dcterms:created>
  <dcterms:modified xsi:type="dcterms:W3CDTF">2018-10-23T06:07:00Z</dcterms:modified>
</cp:coreProperties>
</file>